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4099ACD0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842539">
        <w:rPr>
          <w:b/>
          <w:bCs/>
          <w:sz w:val="20"/>
        </w:rPr>
        <w:t>2024/37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3134D9" w:rsidRPr="00D018C3" w14:paraId="4DFB3757" w14:textId="77777777" w:rsidTr="003134D9">
        <w:tc>
          <w:tcPr>
            <w:tcW w:w="3920" w:type="dxa"/>
          </w:tcPr>
          <w:p w14:paraId="7104C5A1" w14:textId="77A39762" w:rsidR="003134D9" w:rsidRPr="00D018C3" w:rsidRDefault="003134D9" w:rsidP="003134D9">
            <w:pPr>
              <w:rPr>
                <w:sz w:val="20"/>
              </w:rPr>
            </w:pPr>
            <w:proofErr w:type="spellStart"/>
            <w:r w:rsidRPr="003134D9">
              <w:rPr>
                <w:sz w:val="20"/>
              </w:rPr>
              <w:t>Narvo</w:t>
            </w:r>
            <w:proofErr w:type="spellEnd"/>
            <w:r w:rsidRPr="003134D9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750BD29A" w14:textId="77777777" w:rsidR="003134D9" w:rsidRDefault="003134D9" w:rsidP="003134D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  <w:t>Registrikood 12211133</w:t>
            </w:r>
          </w:p>
          <w:p w14:paraId="619B47F8" w14:textId="77777777" w:rsidR="003134D9" w:rsidRDefault="003134D9" w:rsidP="003134D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  <w:t xml:space="preserve"> Puidu 2  Kehra</w:t>
            </w:r>
          </w:p>
          <w:p w14:paraId="1D24CFD6" w14:textId="77777777" w:rsidR="003134D9" w:rsidRDefault="003134D9" w:rsidP="003134D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  <w:t>Harjumaa</w:t>
            </w:r>
          </w:p>
          <w:p w14:paraId="5F1EAB18" w14:textId="2845F6F2" w:rsidR="003134D9" w:rsidRPr="00D018C3" w:rsidRDefault="003134D9" w:rsidP="003134D9">
            <w:pPr>
              <w:rPr>
                <w:bCs/>
                <w:sz w:val="20"/>
              </w:rPr>
            </w:pPr>
            <w:r>
              <w:rPr>
                <w:rFonts w:ascii="Times-Roman" w:hAnsi="Times-Roman" w:cs="Times-Roman"/>
                <w:spacing w:val="0"/>
                <w:position w:val="0"/>
                <w:sz w:val="20"/>
                <w:lang w:eastAsia="et-EE"/>
              </w:rPr>
              <w:t>74305</w:t>
            </w:r>
          </w:p>
        </w:tc>
        <w:tc>
          <w:tcPr>
            <w:tcW w:w="2232" w:type="dxa"/>
          </w:tcPr>
          <w:p w14:paraId="1F1F7037" w14:textId="77777777" w:rsidR="003134D9" w:rsidRPr="00591B3F" w:rsidRDefault="003134D9" w:rsidP="003134D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tel </w:t>
            </w:r>
            <w:r>
              <w:t xml:space="preserve"> </w:t>
            </w:r>
            <w:r w:rsidRPr="007E4CD3">
              <w:rPr>
                <w:color w:val="000000"/>
                <w:sz w:val="20"/>
              </w:rPr>
              <w:t>5086989</w:t>
            </w:r>
          </w:p>
          <w:p w14:paraId="3696B06E" w14:textId="1420C0B4" w:rsidR="003134D9" w:rsidRPr="00D018C3" w:rsidRDefault="003134D9" w:rsidP="003134D9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3134D9" w:rsidRPr="00D018C3" w14:paraId="7F7BAED8" w14:textId="77777777" w:rsidTr="003134D9">
        <w:tc>
          <w:tcPr>
            <w:tcW w:w="3920" w:type="dxa"/>
          </w:tcPr>
          <w:p w14:paraId="3986D41B" w14:textId="77777777" w:rsidR="003134D9" w:rsidRPr="00D018C3" w:rsidRDefault="003134D9" w:rsidP="003134D9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1AA42F25" w:rsidR="003134D9" w:rsidRPr="00D018C3" w:rsidRDefault="003134D9" w:rsidP="003134D9">
            <w:pPr>
              <w:rPr>
                <w:bCs/>
                <w:sz w:val="20"/>
              </w:rPr>
            </w:pPr>
            <w:r w:rsidRPr="00591B3F">
              <w:rPr>
                <w:sz w:val="20"/>
              </w:rPr>
              <w:t xml:space="preserve">Juhatuse liige </w:t>
            </w:r>
            <w:r>
              <w:rPr>
                <w:sz w:val="20"/>
              </w:rPr>
              <w:t>Peep Pihlak</w:t>
            </w:r>
          </w:p>
        </w:tc>
        <w:tc>
          <w:tcPr>
            <w:tcW w:w="2232" w:type="dxa"/>
          </w:tcPr>
          <w:p w14:paraId="5D0D0316" w14:textId="77777777" w:rsidR="003134D9" w:rsidRPr="00573CFB" w:rsidRDefault="003134D9" w:rsidP="003134D9">
            <w:pPr>
              <w:rPr>
                <w:color w:val="1F497D"/>
                <w:sz w:val="20"/>
              </w:rPr>
            </w:pPr>
            <w:hyperlink r:id="rId13" w:history="1">
              <w:r w:rsidRPr="00573CFB">
                <w:rPr>
                  <w:rStyle w:val="Hyperlink"/>
                  <w:sz w:val="20"/>
                </w:rPr>
                <w:t>peep@narvo.ee</w:t>
              </w:r>
            </w:hyperlink>
          </w:p>
          <w:p w14:paraId="3C6B67D8" w14:textId="573C564E" w:rsidR="003134D9" w:rsidRPr="00D018C3" w:rsidRDefault="003134D9" w:rsidP="003134D9">
            <w:pPr>
              <w:rPr>
                <w:bCs/>
                <w:sz w:val="20"/>
              </w:rPr>
            </w:pPr>
            <w:r w:rsidRPr="00591B3F">
              <w:rPr>
                <w:bCs/>
                <w:sz w:val="20"/>
              </w:rPr>
              <w:t xml:space="preserve"> </w:t>
            </w:r>
          </w:p>
        </w:tc>
      </w:tr>
      <w:tr w:rsidR="00836379" w:rsidRPr="00D018C3" w14:paraId="6EC5CC10" w14:textId="77777777" w:rsidTr="003134D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3203BC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8B5D77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00426C09" w:rsidR="00100A84" w:rsidRPr="00C779E1" w:rsidRDefault="008D56F8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8D56F8">
              <w:rPr>
                <w:sz w:val="20"/>
              </w:rPr>
              <w:t>Peep Pihlak</w:t>
            </w:r>
          </w:p>
        </w:tc>
        <w:tc>
          <w:tcPr>
            <w:tcW w:w="3109" w:type="pct"/>
            <w:shd w:val="clear" w:color="auto" w:fill="auto"/>
          </w:tcPr>
          <w:p w14:paraId="3B98A5CC" w14:textId="46BBB651" w:rsidR="00100A84" w:rsidRPr="00C779E1" w:rsidRDefault="008D56F8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7E4CD3">
              <w:rPr>
                <w:color w:val="000000"/>
                <w:sz w:val="20"/>
              </w:rPr>
              <w:t>5086989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00A84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49AEE061" w:rsidR="00100A84" w:rsidRPr="00C779E1" w:rsidRDefault="008D56F8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8D56F8">
              <w:rPr>
                <w:sz w:val="20"/>
              </w:rPr>
              <w:t>Peep Pihlak</w:t>
            </w:r>
          </w:p>
        </w:tc>
        <w:tc>
          <w:tcPr>
            <w:tcW w:w="1798" w:type="pct"/>
            <w:shd w:val="clear" w:color="auto" w:fill="auto"/>
          </w:tcPr>
          <w:p w14:paraId="13BDFED5" w14:textId="1A46AD6A" w:rsidR="00100A84" w:rsidRPr="00C779E1" w:rsidRDefault="008D56F8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7E4CD3">
              <w:rPr>
                <w:color w:val="000000"/>
                <w:sz w:val="20"/>
              </w:rPr>
              <w:t>5086989</w:t>
            </w:r>
          </w:p>
        </w:tc>
        <w:tc>
          <w:tcPr>
            <w:tcW w:w="2109" w:type="pct"/>
            <w:shd w:val="clear" w:color="auto" w:fill="auto"/>
          </w:tcPr>
          <w:p w14:paraId="7AE5DF02" w14:textId="26C7B730" w:rsidR="00100A84" w:rsidRPr="00662E36" w:rsidRDefault="008D56F8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62E36">
              <w:rPr>
                <w:sz w:val="20"/>
              </w:rPr>
              <w:t>peep@narvo.ee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3983C95E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0FD0DCDD" w14:textId="5FF61F3C" w:rsidR="003203BC" w:rsidRPr="00D018C3" w:rsidRDefault="003203BC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  <w:bookmarkStart w:id="3" w:name="_GoBack"/>
            <w:bookmarkEnd w:id="3"/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05AF7BD9" w:rsidR="00151D79" w:rsidRPr="008D56F8" w:rsidRDefault="00D4333E" w:rsidP="008D56F8">
      <w:pPr>
        <w:pStyle w:val="Pealkiri21"/>
        <w:numPr>
          <w:ilvl w:val="1"/>
          <w:numId w:val="32"/>
        </w:numPr>
        <w:rPr>
          <w:sz w:val="20"/>
        </w:rPr>
      </w:pPr>
      <w:r w:rsidRPr="008D56F8">
        <w:rPr>
          <w:sz w:val="20"/>
        </w:rPr>
        <w:t>Müüja</w:t>
      </w:r>
      <w:r w:rsidR="005253F3" w:rsidRPr="008D56F8">
        <w:rPr>
          <w:sz w:val="20"/>
        </w:rPr>
        <w:t xml:space="preserve"> esitab </w:t>
      </w:r>
      <w:r w:rsidR="00151D79" w:rsidRPr="008D56F8">
        <w:rPr>
          <w:sz w:val="20"/>
        </w:rPr>
        <w:t xml:space="preserve">ettemaksu laekumisel </w:t>
      </w:r>
      <w:r w:rsidR="005253F3" w:rsidRPr="008D56F8">
        <w:rPr>
          <w:sz w:val="20"/>
        </w:rPr>
        <w:t xml:space="preserve">arved </w:t>
      </w:r>
      <w:r w:rsidR="0094376B" w:rsidRPr="008D56F8">
        <w:rPr>
          <w:sz w:val="20"/>
        </w:rPr>
        <w:t>m</w:t>
      </w:r>
      <w:r w:rsidRPr="008D56F8">
        <w:rPr>
          <w:sz w:val="20"/>
        </w:rPr>
        <w:t>etsamaterjal</w:t>
      </w:r>
      <w:r w:rsidR="005253F3" w:rsidRPr="008D56F8">
        <w:rPr>
          <w:sz w:val="20"/>
        </w:rPr>
        <w:t xml:space="preserve">i eest elektrooniliselt e-posti aadressile: </w:t>
      </w:r>
      <w:hyperlink r:id="rId15" w:history="1">
        <w:r w:rsidR="008D56F8" w:rsidRPr="008D56F8">
          <w:rPr>
            <w:rStyle w:val="Hyperlink"/>
            <w:sz w:val="20"/>
          </w:rPr>
          <w:t>peep@narvo.ee</w:t>
        </w:r>
      </w:hyperlink>
      <w:r w:rsidR="008D56F8"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6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63C37F5E" w:rsidR="004623EE" w:rsidRPr="00D018C3" w:rsidRDefault="0090706C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90706C">
              <w:rPr>
                <w:sz w:val="20"/>
              </w:rPr>
              <w:t>Peep Pihlak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572B9F8A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3BC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34D9"/>
    <w:rsid w:val="00314AD1"/>
    <w:rsid w:val="003203BC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36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0BC2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2539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D56F8"/>
    <w:rsid w:val="008E19DE"/>
    <w:rsid w:val="008E420A"/>
    <w:rsid w:val="008E4798"/>
    <w:rsid w:val="008F23D1"/>
    <w:rsid w:val="008F2BB8"/>
    <w:rsid w:val="008F34A0"/>
    <w:rsid w:val="0090706C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eep@narvo.ee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ep@narvo.ee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36B7A-22CB-4527-A1FE-C2E78D84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4</TotalTime>
  <Pages>3</Pages>
  <Words>1209</Words>
  <Characters>7013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8206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8</cp:revision>
  <cp:lastPrinted>2011-09-19T08:13:00Z</cp:lastPrinted>
  <dcterms:created xsi:type="dcterms:W3CDTF">2024-01-16T09:58:00Z</dcterms:created>
  <dcterms:modified xsi:type="dcterms:W3CDTF">2024-01-16T10:03:00Z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